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EB" w:rsidRPr="00093439" w:rsidRDefault="003F0AEB" w:rsidP="00EB35ED">
      <w:pPr>
        <w:tabs>
          <w:tab w:val="left" w:pos="378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93439">
        <w:rPr>
          <w:rFonts w:ascii="Times New Roman" w:hAnsi="Times New Roman"/>
          <w:b/>
          <w:sz w:val="24"/>
          <w:szCs w:val="24"/>
          <w:lang w:val="uk-UA"/>
        </w:rPr>
        <w:t>Звіт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3252"/>
        <w:gridCol w:w="5503"/>
      </w:tblGrid>
      <w:tr w:rsidR="003F0AEB" w:rsidRPr="00817C16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5503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Опис</w:t>
            </w:r>
          </w:p>
        </w:tc>
      </w:tr>
      <w:tr w:rsidR="003F0AEB" w:rsidRPr="00817C16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503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Рішення виконавчого комітету сільської ради «Про встановлення вартості вхідного квитка на дискотеку» від 29.05.2012 р № 17</w:t>
            </w:r>
          </w:p>
        </w:tc>
      </w:tr>
      <w:tr w:rsidR="003F0AEB" w:rsidRPr="00817C16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</w:tcPr>
          <w:p w:rsidR="003F0AEB" w:rsidRPr="00817C16" w:rsidRDefault="003F0AEB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sz w:val="24"/>
                <w:szCs w:val="24"/>
                <w:lang w:val="uk-UA"/>
              </w:rPr>
              <w:t>Пікута О.В. головний бухгалтер сільської ради</w:t>
            </w:r>
          </w:p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sz w:val="24"/>
                <w:szCs w:val="24"/>
                <w:lang w:val="uk-UA"/>
              </w:rPr>
              <w:t>Степанюк Л.В.  директор БК</w:t>
            </w:r>
          </w:p>
        </w:tc>
      </w:tr>
      <w:tr w:rsidR="003F0AEB" w:rsidRPr="00817C16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5503" w:type="dxa"/>
          </w:tcPr>
          <w:p w:rsidR="003F0AEB" w:rsidRPr="00817C16" w:rsidRDefault="003F0AEB" w:rsidP="00040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надходжень до  місцевого бюджету для фінансування видатків на заклади культури.</w:t>
            </w:r>
          </w:p>
          <w:p w:rsidR="003F0AEB" w:rsidRPr="00093439" w:rsidRDefault="003F0AEB" w:rsidP="00040EF7">
            <w:pPr>
              <w:pStyle w:val="BodyTextIndent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3F0AEB" w:rsidRPr="00817C16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</w:tcPr>
          <w:p w:rsidR="003F0AEB" w:rsidRPr="00817C16" w:rsidRDefault="003F0AEB" w:rsidP="00060A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sz w:val="24"/>
                <w:szCs w:val="24"/>
                <w:lang w:val="uk-UA"/>
              </w:rPr>
              <w:t>грудень  2014 року</w:t>
            </w:r>
          </w:p>
        </w:tc>
      </w:tr>
      <w:tr w:rsidR="003F0AEB" w:rsidRPr="00817C16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Тип відстеження</w:t>
            </w:r>
          </w:p>
        </w:tc>
        <w:tc>
          <w:tcPr>
            <w:tcW w:w="5503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еріодичне</w:t>
            </w:r>
          </w:p>
        </w:tc>
      </w:tr>
      <w:tr w:rsidR="003F0AEB" w:rsidRPr="00817C16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</w:tcPr>
          <w:p w:rsidR="003F0AEB" w:rsidRPr="00817C16" w:rsidRDefault="003F0AEB" w:rsidP="00040EF7">
            <w:pPr>
              <w:tabs>
                <w:tab w:val="left" w:pos="5980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lang w:val="uk-UA"/>
              </w:rPr>
              <w:t>Для відстеження результативності регуляторного акту використовувались аналітичні показники  надходжень до спеціального фонду сільського бюджету</w:t>
            </w:r>
          </w:p>
        </w:tc>
      </w:tr>
      <w:tr w:rsidR="003F0AEB" w:rsidRPr="00817C16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</w:tcPr>
          <w:p w:rsidR="003F0AEB" w:rsidRPr="00817C16" w:rsidRDefault="003F0AEB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Результативність буде відстежуватись на основі даних про надходження коштів  спеціального фонду закладів культури </w:t>
            </w:r>
          </w:p>
        </w:tc>
      </w:tr>
      <w:tr w:rsidR="003F0AEB" w:rsidRPr="00817C16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</w:tcPr>
          <w:p w:rsidR="003F0AEB" w:rsidRDefault="003F0AEB" w:rsidP="00093439">
            <w:pPr>
              <w:pStyle w:val="BodyText"/>
              <w:ind w:right="-5"/>
              <w:rPr>
                <w:lang w:val="uk-UA"/>
              </w:rPr>
            </w:pPr>
            <w:r>
              <w:rPr>
                <w:lang w:val="uk-UA"/>
              </w:rPr>
              <w:t>Даним рішенням визначена вартість вхідного квитка на дискотеку. До прийняття регуляторного акту вартість квитка становила 2 грн., після прийняття РА – 4 грн.</w:t>
            </w:r>
          </w:p>
          <w:p w:rsidR="003F0AEB" w:rsidRPr="00093439" w:rsidRDefault="003F0AEB" w:rsidP="00060A3D">
            <w:pPr>
              <w:pStyle w:val="BodyText"/>
              <w:ind w:right="-5"/>
              <w:rPr>
                <w:lang w:val="uk-UA"/>
              </w:rPr>
            </w:pPr>
            <w:r>
              <w:rPr>
                <w:lang w:val="uk-UA"/>
              </w:rPr>
              <w:t>Протягом 2013 року до спеціального фонду бюджету надійшло 1520 грн. платних послуг. У 2014 році – 1300грн. , що становить на 220</w:t>
            </w:r>
            <w:bookmarkStart w:id="0" w:name="_GoBack"/>
            <w:bookmarkEnd w:id="0"/>
            <w:r>
              <w:rPr>
                <w:lang w:val="uk-UA"/>
              </w:rPr>
              <w:t xml:space="preserve"> грн. менше. Це зумовлено погіршенням якості надання платних послуг і зменшенням числа відвідувачів.</w:t>
            </w:r>
          </w:p>
        </w:tc>
      </w:tr>
      <w:tr w:rsidR="003F0AEB" w:rsidRPr="003D554B" w:rsidTr="00040EF7">
        <w:tc>
          <w:tcPr>
            <w:tcW w:w="816" w:type="dxa"/>
          </w:tcPr>
          <w:p w:rsidR="003F0AEB" w:rsidRPr="00817C16" w:rsidRDefault="003F0AEB" w:rsidP="00040E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3252" w:type="dxa"/>
          </w:tcPr>
          <w:p w:rsidR="003F0AEB" w:rsidRPr="00817C16" w:rsidRDefault="003F0AEB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7C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</w:tcPr>
          <w:p w:rsidR="003F0AEB" w:rsidRDefault="003F0AEB" w:rsidP="00710951">
            <w:pPr>
              <w:pStyle w:val="BodyText"/>
              <w:spacing w:before="0" w:beforeAutospacing="0" w:after="0" w:afterAutospacing="0"/>
              <w:ind w:right="-5"/>
              <w:rPr>
                <w:lang w:val="uk-UA"/>
              </w:rPr>
            </w:pPr>
            <w:r w:rsidRPr="00093439">
              <w:t>Даним</w:t>
            </w:r>
            <w:r>
              <w:rPr>
                <w:lang w:val="uk-UA"/>
              </w:rPr>
              <w:t xml:space="preserve"> </w:t>
            </w:r>
            <w:r w:rsidRPr="00093439">
              <w:t xml:space="preserve">регуляторним актом </w:t>
            </w:r>
            <w:r w:rsidRPr="00093439">
              <w:rPr>
                <w:lang w:val="uk-UA"/>
              </w:rPr>
              <w:t xml:space="preserve">встановлено вартість вхідного квитка на дискотеку, що </w:t>
            </w:r>
            <w:r>
              <w:rPr>
                <w:lang w:val="uk-UA"/>
              </w:rPr>
              <w:t xml:space="preserve">мало би </w:t>
            </w:r>
            <w:r w:rsidRPr="00093439">
              <w:rPr>
                <w:lang w:val="uk-UA"/>
              </w:rPr>
              <w:t>збільшит</w:t>
            </w:r>
            <w:r>
              <w:rPr>
                <w:lang w:val="uk-UA"/>
              </w:rPr>
              <w:t>и надходження до спеціального фонду бюджету і  видатків</w:t>
            </w:r>
            <w:r w:rsidRPr="00093439">
              <w:rPr>
                <w:lang w:val="uk-UA"/>
              </w:rPr>
              <w:t xml:space="preserve"> на потреби закладів культури.</w:t>
            </w:r>
            <w:r>
              <w:rPr>
                <w:lang w:val="uk-UA"/>
              </w:rPr>
              <w:t xml:space="preserve"> Ціль цього регуляторного акту не виконується, отже він потребує перегляду.</w:t>
            </w:r>
          </w:p>
          <w:p w:rsidR="003F0AEB" w:rsidRPr="00093439" w:rsidRDefault="003F0AEB" w:rsidP="00710951">
            <w:pPr>
              <w:pStyle w:val="BodyText"/>
              <w:spacing w:before="0" w:beforeAutospacing="0" w:after="0" w:afterAutospacing="0"/>
              <w:ind w:right="-5"/>
              <w:rPr>
                <w:lang w:val="uk-UA"/>
              </w:rPr>
            </w:pPr>
            <w:r>
              <w:rPr>
                <w:lang w:val="uk-UA"/>
              </w:rPr>
              <w:t>Рекомендації : працівникам бубнівського Будинку культури покращити якість надання платних послуг, що збільшить кількість відвідувачів дискотеки і надходження до спеціального фонду бюджету.</w:t>
            </w:r>
          </w:p>
        </w:tc>
      </w:tr>
    </w:tbl>
    <w:p w:rsidR="003F0AEB" w:rsidRPr="00093439" w:rsidRDefault="003F0AEB" w:rsidP="00EB35E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F0AEB" w:rsidRPr="00093439" w:rsidRDefault="003F0AEB" w:rsidP="00EB35E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93439">
        <w:rPr>
          <w:rFonts w:ascii="Times New Roman" w:hAnsi="Times New Roman"/>
          <w:sz w:val="24"/>
          <w:szCs w:val="24"/>
          <w:lang w:val="uk-UA"/>
        </w:rPr>
        <w:t>Головний бухгалтер сільської ради                                                             О.В. Пікута</w:t>
      </w:r>
    </w:p>
    <w:p w:rsidR="003F0AEB" w:rsidRPr="00093439" w:rsidRDefault="003F0AEB" w:rsidP="00710951">
      <w:pPr>
        <w:jc w:val="both"/>
        <w:rPr>
          <w:rFonts w:ascii="Times New Roman" w:hAnsi="Times New Roman"/>
          <w:sz w:val="24"/>
          <w:szCs w:val="24"/>
        </w:rPr>
      </w:pPr>
      <w:r w:rsidRPr="00093439">
        <w:rPr>
          <w:rFonts w:ascii="Times New Roman" w:hAnsi="Times New Roman"/>
          <w:sz w:val="24"/>
          <w:szCs w:val="24"/>
          <w:lang w:val="uk-UA"/>
        </w:rPr>
        <w:t>Директор БК                                                                                            Л.В. Степанюк</w:t>
      </w:r>
    </w:p>
    <w:sectPr w:rsidR="003F0AEB" w:rsidRPr="00093439" w:rsidSect="00710951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5ED"/>
    <w:rsid w:val="00040EF7"/>
    <w:rsid w:val="00060A3D"/>
    <w:rsid w:val="00093439"/>
    <w:rsid w:val="00386191"/>
    <w:rsid w:val="003D554B"/>
    <w:rsid w:val="003F0AEB"/>
    <w:rsid w:val="004741E1"/>
    <w:rsid w:val="004841C6"/>
    <w:rsid w:val="00710951"/>
    <w:rsid w:val="00817C16"/>
    <w:rsid w:val="008A26C4"/>
    <w:rsid w:val="00A51402"/>
    <w:rsid w:val="00BD1E26"/>
    <w:rsid w:val="00BF0E73"/>
    <w:rsid w:val="00DD547E"/>
    <w:rsid w:val="00E9060F"/>
    <w:rsid w:val="00EB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47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B35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B35ED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EB35E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35ED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329</Words>
  <Characters>1877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4</cp:revision>
  <dcterms:created xsi:type="dcterms:W3CDTF">2014-12-23T12:25:00Z</dcterms:created>
  <dcterms:modified xsi:type="dcterms:W3CDTF">2014-12-24T14:36:00Z</dcterms:modified>
</cp:coreProperties>
</file>